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050" w:rsidRDefault="005F1050" w:rsidP="004A4B5E">
      <w:pPr>
        <w:pStyle w:val="Default"/>
        <w:jc w:val="both"/>
        <w:rPr>
          <w:rFonts w:ascii="Calibri" w:hAnsi="Calibri" w:cs="Calibri"/>
          <w:bCs/>
          <w:color w:val="auto"/>
        </w:rPr>
      </w:pPr>
    </w:p>
    <w:p w:rsidR="005F1050" w:rsidRPr="00021B3C" w:rsidRDefault="005F1050" w:rsidP="004A4B5E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F1050" w:rsidRPr="001019ED" w:rsidRDefault="005F1050" w:rsidP="009576E6">
      <w:pPr>
        <w:tabs>
          <w:tab w:val="left" w:pos="9000"/>
        </w:tabs>
        <w:spacing w:after="0" w:line="240" w:lineRule="auto"/>
        <w:jc w:val="right"/>
        <w:rPr>
          <w:rFonts w:ascii="Fira Sans" w:hAnsi="Fira Sans"/>
          <w:sz w:val="20"/>
          <w:szCs w:val="20"/>
          <w:lang w:eastAsia="pl-PL"/>
        </w:rPr>
      </w:pPr>
      <w:r w:rsidRPr="001019ED">
        <w:rPr>
          <w:rFonts w:ascii="Fira Sans" w:hAnsi="Fira Sans"/>
          <w:i/>
          <w:sz w:val="20"/>
          <w:szCs w:val="20"/>
          <w:lang w:eastAsia="pl-PL"/>
        </w:rPr>
        <w:t>Załącznik nr 2 do Zapytania ofertowego</w:t>
      </w:r>
    </w:p>
    <w:p w:rsidR="005F1050" w:rsidRPr="009576E6" w:rsidRDefault="005F1050" w:rsidP="009576E6">
      <w:pPr>
        <w:tabs>
          <w:tab w:val="right" w:pos="284"/>
          <w:tab w:val="left" w:pos="408"/>
        </w:tabs>
        <w:autoSpaceDE w:val="0"/>
        <w:autoSpaceDN w:val="0"/>
        <w:adjustRightInd w:val="0"/>
        <w:spacing w:after="60" w:line="240" w:lineRule="auto"/>
        <w:ind w:left="408" w:hanging="408"/>
        <w:jc w:val="both"/>
        <w:rPr>
          <w:rFonts w:ascii="Times New Roman" w:hAnsi="Times New Roman"/>
          <w:lang w:eastAsia="pl-PL"/>
        </w:rPr>
      </w:pPr>
    </w:p>
    <w:p w:rsidR="005F1050" w:rsidRPr="009576E6" w:rsidRDefault="005F1050" w:rsidP="009576E6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5F1050" w:rsidRPr="001019ED" w:rsidRDefault="005F1050" w:rsidP="009576E6">
      <w:pPr>
        <w:spacing w:after="60" w:line="240" w:lineRule="auto"/>
        <w:jc w:val="center"/>
        <w:rPr>
          <w:rFonts w:ascii="Fira Sans SemiBold" w:hAnsi="Fira Sans SemiBold"/>
          <w:smallCaps/>
          <w:lang w:eastAsia="pl-PL"/>
        </w:rPr>
      </w:pPr>
      <w:r w:rsidRPr="001019ED">
        <w:rPr>
          <w:rFonts w:ascii="Fira Sans SemiBold" w:hAnsi="Fira Sans SemiBold"/>
          <w:smallCaps/>
          <w:lang w:eastAsia="pl-PL"/>
        </w:rPr>
        <w:t xml:space="preserve">        formularz do kryterium  </w:t>
      </w:r>
      <w:r w:rsidR="001019ED" w:rsidRPr="001019ED">
        <w:rPr>
          <w:rFonts w:ascii="Fira Sans SemiBold" w:hAnsi="Fira Sans SemiBold"/>
          <w:smallCaps/>
          <w:lang w:eastAsia="pl-PL"/>
        </w:rPr>
        <w:t>„</w:t>
      </w:r>
      <w:r w:rsidRPr="001019ED">
        <w:rPr>
          <w:rFonts w:ascii="Fira Sans SemiBold" w:hAnsi="Fira Sans SemiBold"/>
          <w:smallCaps/>
          <w:lang w:eastAsia="pl-PL"/>
        </w:rPr>
        <w:t>WYMAGANE DOŚWIADCZENIE</w:t>
      </w:r>
      <w:r w:rsidR="001019ED" w:rsidRPr="001019ED">
        <w:rPr>
          <w:rFonts w:ascii="Fira Sans SemiBold" w:hAnsi="Fira Sans SemiBold"/>
          <w:smallCaps/>
          <w:lang w:eastAsia="pl-PL"/>
        </w:rPr>
        <w:t>”</w:t>
      </w:r>
      <w:r w:rsidRPr="001019ED">
        <w:rPr>
          <w:rFonts w:ascii="Fira Sans SemiBold" w:hAnsi="Fira Sans SemiBold"/>
          <w:smallCaps/>
          <w:lang w:eastAsia="pl-PL"/>
        </w:rPr>
        <w:t xml:space="preserve">   </w:t>
      </w:r>
    </w:p>
    <w:p w:rsidR="005F1050" w:rsidRPr="009576E6" w:rsidRDefault="005F1050" w:rsidP="009576E6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5F1050" w:rsidRPr="009576E6" w:rsidRDefault="005F1050" w:rsidP="009576E6">
      <w:pPr>
        <w:spacing w:after="6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pl-PL"/>
        </w:rPr>
      </w:pPr>
    </w:p>
    <w:p w:rsidR="005F1050" w:rsidRPr="001019ED" w:rsidRDefault="005F1050" w:rsidP="009576E6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9576E6">
        <w:rPr>
          <w:rFonts w:ascii="Times New Roman" w:hAnsi="Times New Roman"/>
          <w:bCs/>
          <w:lang w:eastAsia="pl-PL"/>
        </w:rPr>
        <w:t xml:space="preserve">               </w:t>
      </w:r>
      <w:r w:rsidRPr="009576E6">
        <w:rPr>
          <w:rFonts w:ascii="Times New Roman" w:hAnsi="Times New Roman"/>
          <w:bCs/>
          <w:lang w:eastAsia="pl-PL"/>
        </w:rPr>
        <w:tab/>
      </w:r>
      <w:r w:rsidRPr="001019ED">
        <w:rPr>
          <w:rFonts w:ascii="Fira Sans" w:hAnsi="Fira Sans"/>
          <w:bCs/>
          <w:sz w:val="20"/>
          <w:szCs w:val="20"/>
          <w:lang w:eastAsia="pl-PL"/>
        </w:rPr>
        <w:t xml:space="preserve"> Oświadczam, że posiadam następujące wymagane kwalifikacje i doświadczenie:</w:t>
      </w:r>
    </w:p>
    <w:p w:rsidR="005F1050" w:rsidRPr="001019ED" w:rsidRDefault="005F1050" w:rsidP="009576E6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</w:p>
    <w:p w:rsidR="005F1050" w:rsidRPr="001019ED" w:rsidRDefault="005F1050" w:rsidP="009576E6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1019ED">
        <w:rPr>
          <w:rFonts w:ascii="Fira Sans" w:hAnsi="Fira Sans"/>
          <w:bCs/>
          <w:sz w:val="20"/>
          <w:szCs w:val="20"/>
          <w:lang w:eastAsia="pl-PL"/>
        </w:rPr>
        <w:t>1. Imię i nazwisko............................................................................</w:t>
      </w:r>
    </w:p>
    <w:p w:rsidR="005F1050" w:rsidRPr="001019ED" w:rsidRDefault="005F1050" w:rsidP="009576E6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1019ED">
        <w:rPr>
          <w:rFonts w:ascii="Fira Sans" w:hAnsi="Fira Sans"/>
          <w:bCs/>
          <w:sz w:val="20"/>
          <w:szCs w:val="20"/>
          <w:lang w:eastAsia="pl-PL"/>
        </w:rPr>
        <w:t>2. Stopień naukowy..........................................................................</w:t>
      </w:r>
    </w:p>
    <w:p w:rsidR="005F1050" w:rsidRPr="001019ED" w:rsidRDefault="005F1050" w:rsidP="009576E6">
      <w:pPr>
        <w:spacing w:after="60" w:line="360" w:lineRule="auto"/>
        <w:jc w:val="both"/>
        <w:rPr>
          <w:rFonts w:ascii="Fira Sans" w:hAnsi="Fira Sans"/>
          <w:bCs/>
          <w:sz w:val="20"/>
          <w:szCs w:val="20"/>
          <w:lang w:eastAsia="pl-PL"/>
        </w:rPr>
      </w:pPr>
      <w:r w:rsidRPr="001019ED">
        <w:rPr>
          <w:rFonts w:ascii="Fira Sans" w:hAnsi="Fira Sans"/>
          <w:bCs/>
          <w:sz w:val="20"/>
          <w:szCs w:val="20"/>
          <w:lang w:eastAsia="pl-PL"/>
        </w:rPr>
        <w:t>3. Wystąpienia na konferencjach naukowych związanych z zagadnieniami dotyczącymi</w:t>
      </w:r>
      <w:r w:rsidR="001019ED" w:rsidRPr="001019ED">
        <w:rPr>
          <w:rFonts w:ascii="Fira Sans" w:hAnsi="Fira Sans"/>
          <w:bCs/>
          <w:sz w:val="20"/>
          <w:szCs w:val="20"/>
          <w:lang w:eastAsia="pl-PL"/>
        </w:rPr>
        <w:t xml:space="preserve"> </w:t>
      </w:r>
      <w:r w:rsidR="00B64DF1">
        <w:rPr>
          <w:rFonts w:ascii="Fira Sans" w:hAnsi="Fira Sans"/>
          <w:bCs/>
          <w:sz w:val="20"/>
          <w:szCs w:val="20"/>
          <w:lang w:eastAsia="pl-PL"/>
        </w:rPr>
        <w:t>zmysłów</w:t>
      </w:r>
      <w:r w:rsidR="001019ED" w:rsidRPr="001019ED">
        <w:rPr>
          <w:rFonts w:ascii="Fira Sans" w:hAnsi="Fira Sans"/>
          <w:bCs/>
          <w:sz w:val="20"/>
          <w:szCs w:val="20"/>
          <w:lang w:eastAsia="pl-PL"/>
        </w:rPr>
        <w:t>:</w:t>
      </w:r>
    </w:p>
    <w:tbl>
      <w:tblPr>
        <w:tblW w:w="5495" w:type="pct"/>
        <w:tblInd w:w="-34" w:type="dxa"/>
        <w:tblLook w:val="00A0" w:firstRow="1" w:lastRow="0" w:firstColumn="1" w:lastColumn="0" w:noHBand="0" w:noVBand="0"/>
      </w:tblPr>
      <w:tblGrid>
        <w:gridCol w:w="503"/>
        <w:gridCol w:w="2235"/>
        <w:gridCol w:w="2806"/>
        <w:gridCol w:w="1581"/>
        <w:gridCol w:w="1587"/>
        <w:gridCol w:w="1245"/>
      </w:tblGrid>
      <w:tr w:rsidR="005F1050" w:rsidRPr="001019ED" w:rsidTr="00B3738C">
        <w:trPr>
          <w:trHeight w:val="6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konferencji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prelekcji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Organizator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Termin</w:t>
            </w:r>
          </w:p>
        </w:tc>
      </w:tr>
      <w:tr w:rsidR="005F1050" w:rsidRPr="001019ED" w:rsidTr="00B3738C">
        <w:trPr>
          <w:trHeight w:val="175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50" w:rsidRPr="001019ED" w:rsidRDefault="005F1050" w:rsidP="009576E6">
            <w:pPr>
              <w:tabs>
                <w:tab w:val="left" w:pos="8505"/>
                <w:tab w:val="left" w:pos="9000"/>
              </w:tabs>
              <w:snapToGrid w:val="0"/>
              <w:spacing w:after="60" w:line="240" w:lineRule="auto"/>
              <w:jc w:val="center"/>
              <w:rPr>
                <w:rFonts w:ascii="Fira Sans" w:hAnsi="Fira Sans"/>
                <w:bCs/>
                <w:i/>
                <w:sz w:val="18"/>
                <w:szCs w:val="18"/>
                <w:lang w:eastAsia="pl-PL"/>
              </w:rPr>
            </w:pPr>
          </w:p>
        </w:tc>
      </w:tr>
    </w:tbl>
    <w:p w:rsidR="005F1050" w:rsidRPr="009576E6" w:rsidRDefault="005F1050" w:rsidP="009576E6"/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4. Działania na rzecz popularyzowania nauki wśród młodzieży.</w:t>
      </w: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lastRenderedPageBreak/>
        <w:t xml:space="preserve">5. Publikacje naukowe związane z zagadnieniami dotyczącymi </w:t>
      </w:r>
      <w:r w:rsidR="00B64DF1">
        <w:rPr>
          <w:rFonts w:ascii="Fira Sans" w:hAnsi="Fira Sans"/>
          <w:sz w:val="20"/>
          <w:szCs w:val="20"/>
        </w:rPr>
        <w:t>zmysłów</w:t>
      </w:r>
      <w:r w:rsidR="001019ED" w:rsidRPr="001019ED">
        <w:rPr>
          <w:rFonts w:ascii="Fira Sans" w:hAnsi="Fira Sans"/>
          <w:sz w:val="20"/>
          <w:szCs w:val="20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  <w:gridCol w:w="2614"/>
      </w:tblGrid>
      <w:tr w:rsidR="005F1050" w:rsidRPr="001019ED" w:rsidTr="00B3738C"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sz w:val="20"/>
                <w:szCs w:val="20"/>
              </w:rPr>
              <w:t>Lp.</w:t>
            </w: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publikacji</w:t>
            </w: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Data publikacji</w:t>
            </w: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t>6. Zestawienie opublikowanych materiałów dydaktycznych.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  <w:gridCol w:w="2614"/>
      </w:tblGrid>
      <w:tr w:rsidR="005F1050" w:rsidRPr="001019ED" w:rsidTr="00B3738C"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sz w:val="20"/>
                <w:szCs w:val="20"/>
              </w:rPr>
              <w:t>Lp.</w:t>
            </w: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Temat publikacji</w:t>
            </w: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>Data publikacji</w:t>
            </w: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08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666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1019ED" w:rsidRDefault="005F1050" w:rsidP="009576E6">
      <w:pPr>
        <w:spacing w:line="240" w:lineRule="auto"/>
        <w:rPr>
          <w:rFonts w:ascii="Fira Sans" w:hAnsi="Fira Sans"/>
          <w:sz w:val="20"/>
          <w:szCs w:val="20"/>
        </w:rPr>
      </w:pPr>
      <w:r w:rsidRPr="001019ED">
        <w:rPr>
          <w:rFonts w:ascii="Fira Sans" w:hAnsi="Fira Sans"/>
          <w:sz w:val="20"/>
          <w:szCs w:val="20"/>
        </w:rPr>
        <w:lastRenderedPageBreak/>
        <w:t xml:space="preserve">7. Udział w badaniach związanych z zagadnieniami dotyczącymi </w:t>
      </w:r>
      <w:r w:rsidR="00B64DF1">
        <w:rPr>
          <w:rFonts w:ascii="Fira Sans" w:hAnsi="Fira Sans"/>
          <w:sz w:val="20"/>
          <w:szCs w:val="20"/>
        </w:rPr>
        <w:t>zmysłów</w:t>
      </w:r>
      <w:r w:rsidR="001019ED" w:rsidRPr="001019ED">
        <w:rPr>
          <w:rFonts w:ascii="Fira Sans" w:hAnsi="Fira Sans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6058"/>
        <w:gridCol w:w="2463"/>
      </w:tblGrid>
      <w:tr w:rsidR="005F1050" w:rsidRPr="001019ED" w:rsidTr="00B3738C">
        <w:trPr>
          <w:trHeight w:val="498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sz w:val="20"/>
                <w:szCs w:val="20"/>
              </w:rPr>
              <w:t>Lp.</w:t>
            </w:r>
          </w:p>
        </w:tc>
        <w:tc>
          <w:tcPr>
            <w:tcW w:w="6227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bCs/>
                <w:sz w:val="20"/>
                <w:szCs w:val="20"/>
                <w:lang w:eastAsia="pl-PL"/>
              </w:rPr>
              <w:t xml:space="preserve">Temat </w:t>
            </w:r>
          </w:p>
        </w:tc>
        <w:tc>
          <w:tcPr>
            <w:tcW w:w="2520" w:type="dxa"/>
          </w:tcPr>
          <w:p w:rsidR="005F1050" w:rsidRPr="001019ED" w:rsidRDefault="005F1050" w:rsidP="009576E6">
            <w:pPr>
              <w:spacing w:line="240" w:lineRule="auto"/>
              <w:jc w:val="center"/>
              <w:rPr>
                <w:rFonts w:ascii="Fira Sans SemiBold" w:hAnsi="Fira Sans SemiBold"/>
                <w:sz w:val="20"/>
                <w:szCs w:val="20"/>
              </w:rPr>
            </w:pPr>
            <w:r w:rsidRPr="001019ED">
              <w:rPr>
                <w:rFonts w:ascii="Fira Sans SemiBold" w:hAnsi="Fira Sans SemiBold"/>
                <w:sz w:val="20"/>
                <w:szCs w:val="20"/>
              </w:rPr>
              <w:t xml:space="preserve">Termin </w:t>
            </w: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227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20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227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20" w:type="dxa"/>
          </w:tcPr>
          <w:p w:rsidR="005F1050" w:rsidRPr="001019ED" w:rsidRDefault="005F1050" w:rsidP="001C334D">
            <w:pPr>
              <w:spacing w:line="240" w:lineRule="auto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5F1050" w:rsidRPr="001019ED" w:rsidTr="00B3738C">
        <w:trPr>
          <w:trHeight w:val="855"/>
        </w:trPr>
        <w:tc>
          <w:tcPr>
            <w:tcW w:w="541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6227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2520" w:type="dxa"/>
          </w:tcPr>
          <w:p w:rsidR="005F1050" w:rsidRPr="001019ED" w:rsidRDefault="005F1050" w:rsidP="009576E6">
            <w:pPr>
              <w:spacing w:line="240" w:lineRule="auto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:rsidR="005F1050" w:rsidRPr="009576E6" w:rsidRDefault="005F1050" w:rsidP="009576E6">
      <w:pPr>
        <w:spacing w:line="240" w:lineRule="auto"/>
        <w:rPr>
          <w:rFonts w:ascii="Times New Roman" w:hAnsi="Times New Roman"/>
        </w:rPr>
      </w:pPr>
    </w:p>
    <w:p w:rsidR="005F1050" w:rsidRPr="009576E6" w:rsidRDefault="005F1050" w:rsidP="009576E6">
      <w:pPr>
        <w:rPr>
          <w:rFonts w:ascii="Times New Roman" w:hAnsi="Times New Roman"/>
        </w:rPr>
      </w:pPr>
    </w:p>
    <w:p w:rsidR="005F1050" w:rsidRPr="009576E6" w:rsidRDefault="005F1050" w:rsidP="009576E6"/>
    <w:p w:rsidR="005F1050" w:rsidRPr="001019ED" w:rsidRDefault="005F1050" w:rsidP="009576E6">
      <w:pPr>
        <w:rPr>
          <w:rFonts w:ascii="Fira Sans" w:hAnsi="Fira Sans"/>
        </w:rPr>
      </w:pPr>
    </w:p>
    <w:p w:rsidR="005F1050" w:rsidRPr="001019ED" w:rsidRDefault="005F1050" w:rsidP="009576E6">
      <w:pPr>
        <w:spacing w:after="0" w:line="240" w:lineRule="auto"/>
        <w:jc w:val="both"/>
        <w:rPr>
          <w:rFonts w:ascii="Fira Sans" w:hAnsi="Fira Sans"/>
          <w:sz w:val="16"/>
          <w:szCs w:val="16"/>
          <w:lang w:eastAsia="pl-PL"/>
        </w:rPr>
      </w:pPr>
      <w:r w:rsidRPr="001019ED">
        <w:rPr>
          <w:rFonts w:ascii="Fira Sans" w:hAnsi="Fira Sans"/>
          <w:sz w:val="16"/>
          <w:szCs w:val="16"/>
          <w:lang w:eastAsia="pl-PL"/>
        </w:rPr>
        <w:t>.......................................................</w:t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  <w:t xml:space="preserve">                                            ......................................................</w:t>
      </w:r>
      <w:r w:rsidR="001019ED">
        <w:rPr>
          <w:rFonts w:ascii="Fira Sans" w:hAnsi="Fira Sans"/>
          <w:sz w:val="16"/>
          <w:szCs w:val="16"/>
          <w:lang w:eastAsia="pl-PL"/>
        </w:rPr>
        <w:t>.............................</w:t>
      </w:r>
      <w:r w:rsidR="00DF4A86">
        <w:rPr>
          <w:rFonts w:ascii="Fira Sans" w:hAnsi="Fira Sans"/>
          <w:sz w:val="16"/>
          <w:szCs w:val="16"/>
          <w:lang w:eastAsia="pl-PL"/>
        </w:rPr>
        <w:t xml:space="preserve"> </w:t>
      </w:r>
      <w:bookmarkStart w:id="0" w:name="_GoBack"/>
      <w:bookmarkEnd w:id="0"/>
    </w:p>
    <w:p w:rsidR="005F1050" w:rsidRPr="001019ED" w:rsidRDefault="005F1050" w:rsidP="009576E6">
      <w:pPr>
        <w:spacing w:after="0" w:line="240" w:lineRule="auto"/>
        <w:jc w:val="both"/>
        <w:rPr>
          <w:rFonts w:ascii="Fira Sans" w:hAnsi="Fira Sans"/>
          <w:b/>
          <w:i/>
          <w:sz w:val="20"/>
          <w:szCs w:val="20"/>
          <w:lang w:eastAsia="pl-PL"/>
        </w:rPr>
      </w:pPr>
      <w:r w:rsidRPr="001019ED">
        <w:rPr>
          <w:rFonts w:ascii="Fira Sans" w:hAnsi="Fira Sans"/>
          <w:i/>
          <w:sz w:val="16"/>
          <w:szCs w:val="16"/>
          <w:lang w:eastAsia="pl-PL"/>
        </w:rPr>
        <w:t xml:space="preserve">              miejscowość, data</w:t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</w:r>
      <w:r w:rsidRPr="001019ED">
        <w:rPr>
          <w:rFonts w:ascii="Fira Sans" w:hAnsi="Fira Sans"/>
          <w:sz w:val="16"/>
          <w:szCs w:val="16"/>
          <w:lang w:eastAsia="pl-PL"/>
        </w:rPr>
        <w:tab/>
        <w:t xml:space="preserve">                           </w:t>
      </w:r>
      <w:r w:rsidRPr="001019ED">
        <w:rPr>
          <w:rFonts w:ascii="Fira Sans" w:hAnsi="Fira Sans"/>
          <w:i/>
          <w:iCs/>
          <w:sz w:val="16"/>
          <w:szCs w:val="16"/>
          <w:lang w:eastAsia="pl-PL"/>
        </w:rPr>
        <w:t>podpis osoby składającej ofertę</w:t>
      </w:r>
    </w:p>
    <w:p w:rsidR="005F1050" w:rsidRPr="009576E6" w:rsidRDefault="005F1050" w:rsidP="009576E6"/>
    <w:p w:rsidR="005F1050" w:rsidRPr="009576E6" w:rsidRDefault="005F1050" w:rsidP="009576E6">
      <w:pPr>
        <w:rPr>
          <w:szCs w:val="24"/>
        </w:rPr>
      </w:pPr>
    </w:p>
    <w:p w:rsidR="005F1050" w:rsidRPr="009576E6" w:rsidRDefault="005F1050" w:rsidP="009576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1050" w:rsidRPr="00021B3C" w:rsidRDefault="005F1050" w:rsidP="00B113A7">
      <w:pPr>
        <w:spacing w:after="0"/>
        <w:rPr>
          <w:rFonts w:cs="Calibri"/>
        </w:rPr>
      </w:pPr>
    </w:p>
    <w:sectPr w:rsidR="005F1050" w:rsidRPr="00021B3C" w:rsidSect="003B2D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2FA" w:rsidRDefault="002542FA">
      <w:r>
        <w:separator/>
      </w:r>
    </w:p>
  </w:endnote>
  <w:endnote w:type="continuationSeparator" w:id="0">
    <w:p w:rsidR="002542FA" w:rsidRDefault="0025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050" w:rsidRPr="00124D4A" w:rsidRDefault="001C334D" w:rsidP="00124D4A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-596265</wp:posOffset>
          </wp:positionH>
          <wp:positionV relativeFrom="page">
            <wp:posOffset>9908540</wp:posOffset>
          </wp:positionV>
          <wp:extent cx="6116320" cy="414020"/>
          <wp:effectExtent l="0" t="0" r="0" b="5080"/>
          <wp:wrapNone/>
          <wp:docPr id="9" name="Obraz 9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050" w:rsidRPr="00B01F08" w:rsidRDefault="00C23CA6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2FA" w:rsidRDefault="002542FA">
      <w:r>
        <w:separator/>
      </w:r>
    </w:p>
  </w:footnote>
  <w:footnote w:type="continuationSeparator" w:id="0">
    <w:p w:rsidR="002542FA" w:rsidRDefault="00254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050" w:rsidRDefault="001C334D" w:rsidP="003B2DDE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165100</wp:posOffset>
          </wp:positionV>
          <wp:extent cx="6105525" cy="575945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1050" w:rsidRDefault="001C33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-262255</wp:posOffset>
          </wp:positionH>
          <wp:positionV relativeFrom="paragraph">
            <wp:posOffset>432435</wp:posOffset>
          </wp:positionV>
          <wp:extent cx="838200" cy="921385"/>
          <wp:effectExtent l="0" t="0" r="0" b="0"/>
          <wp:wrapSquare wrapText="bothSides"/>
          <wp:docPr id="2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1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1066800</wp:posOffset>
          </wp:positionV>
          <wp:extent cx="4288790" cy="43815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050" w:rsidRDefault="00C23C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4C9F"/>
    <w:multiLevelType w:val="hybridMultilevel"/>
    <w:tmpl w:val="7FBA9FD0"/>
    <w:lvl w:ilvl="0" w:tplc="75F83CC4">
      <w:start w:val="1"/>
      <w:numFmt w:val="decimal"/>
      <w:lvlText w:val="%1."/>
      <w:lvlJc w:val="left"/>
      <w:pPr>
        <w:ind w:left="360" w:hanging="360"/>
      </w:pPr>
      <w:rPr>
        <w:rFonts w:ascii="Book Antiqua" w:eastAsia="Times New Roman" w:hAnsi="Book Antiqu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 w15:restartNumberingAfterBreak="0">
    <w:nsid w:val="08985320"/>
    <w:multiLevelType w:val="hybridMultilevel"/>
    <w:tmpl w:val="85AECB7A"/>
    <w:lvl w:ilvl="0" w:tplc="59A2193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AAF4C8D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</w:rPr>
    </w:lvl>
    <w:lvl w:ilvl="2" w:tplc="29E6BA6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FA04B5"/>
    <w:multiLevelType w:val="hybridMultilevel"/>
    <w:tmpl w:val="E2C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FF25C1"/>
    <w:multiLevelType w:val="hybridMultilevel"/>
    <w:tmpl w:val="E918006A"/>
    <w:lvl w:ilvl="0" w:tplc="347270B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7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8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9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221A90"/>
    <w:multiLevelType w:val="hybridMultilevel"/>
    <w:tmpl w:val="3ECECBCC"/>
    <w:lvl w:ilvl="0" w:tplc="001223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F24B3C"/>
    <w:multiLevelType w:val="hybridMultilevel"/>
    <w:tmpl w:val="A528951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7" w15:restartNumberingAfterBreak="0">
    <w:nsid w:val="335A468D"/>
    <w:multiLevelType w:val="hybridMultilevel"/>
    <w:tmpl w:val="C6BCA8C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0" w15:restartNumberingAfterBreak="0">
    <w:nsid w:val="385718B2"/>
    <w:multiLevelType w:val="hybridMultilevel"/>
    <w:tmpl w:val="A9FEFB68"/>
    <w:lvl w:ilvl="0" w:tplc="FB22081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 w:tplc="2E9A1998">
      <w:start w:val="1"/>
      <w:numFmt w:val="decimal"/>
      <w:lvlText w:val="%2)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B011F9C"/>
    <w:multiLevelType w:val="hybridMultilevel"/>
    <w:tmpl w:val="7A0466DA"/>
    <w:lvl w:ilvl="0" w:tplc="30CA0C7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0A33C42"/>
    <w:multiLevelType w:val="hybridMultilevel"/>
    <w:tmpl w:val="65FCFF02"/>
    <w:lvl w:ilvl="0" w:tplc="05D05C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C90A8F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color w:val="auto"/>
      </w:rPr>
    </w:lvl>
    <w:lvl w:ilvl="2" w:tplc="DF32056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0"/>
        <w:szCs w:val="20"/>
      </w:rPr>
    </w:lvl>
    <w:lvl w:ilvl="3" w:tplc="783050D8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8102DE7"/>
    <w:multiLevelType w:val="multilevel"/>
    <w:tmpl w:val="7708ECFE"/>
    <w:lvl w:ilvl="0">
      <w:start w:val="1"/>
      <w:numFmt w:val="decimal"/>
      <w:pStyle w:val="UmowyIB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43384D"/>
    <w:multiLevelType w:val="hybridMultilevel"/>
    <w:tmpl w:val="72EEAEF2"/>
    <w:lvl w:ilvl="0" w:tplc="C5D64EC2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0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4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0"/>
  </w:num>
  <w:num w:numId="5">
    <w:abstractNumId w:val="35"/>
  </w:num>
  <w:num w:numId="6">
    <w:abstractNumId w:val="22"/>
  </w:num>
  <w:num w:numId="7">
    <w:abstractNumId w:val="8"/>
  </w:num>
  <w:num w:numId="8">
    <w:abstractNumId w:val="21"/>
  </w:num>
  <w:num w:numId="9">
    <w:abstractNumId w:val="36"/>
  </w:num>
  <w:num w:numId="10">
    <w:abstractNumId w:val="13"/>
  </w:num>
  <w:num w:numId="11">
    <w:abstractNumId w:val="26"/>
  </w:num>
  <w:num w:numId="12">
    <w:abstractNumId w:val="30"/>
  </w:num>
  <w:num w:numId="13">
    <w:abstractNumId w:val="32"/>
  </w:num>
  <w:num w:numId="14">
    <w:abstractNumId w:val="31"/>
  </w:num>
  <w:num w:numId="15">
    <w:abstractNumId w:val="9"/>
  </w:num>
  <w:num w:numId="16">
    <w:abstractNumId w:val="1"/>
  </w:num>
  <w:num w:numId="17">
    <w:abstractNumId w:val="19"/>
  </w:num>
  <w:num w:numId="18">
    <w:abstractNumId w:val="34"/>
  </w:num>
  <w:num w:numId="19">
    <w:abstractNumId w:val="15"/>
  </w:num>
  <w:num w:numId="20">
    <w:abstractNumId w:val="33"/>
  </w:num>
  <w:num w:numId="21">
    <w:abstractNumId w:val="2"/>
  </w:num>
  <w:num w:numId="22">
    <w:abstractNumId w:val="17"/>
  </w:num>
  <w:num w:numId="23">
    <w:abstractNumId w:val="25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8"/>
  </w:num>
  <w:num w:numId="28">
    <w:abstractNumId w:val="18"/>
  </w:num>
  <w:num w:numId="29">
    <w:abstractNumId w:val="5"/>
  </w:num>
  <w:num w:numId="30">
    <w:abstractNumId w:val="20"/>
  </w:num>
  <w:num w:numId="31">
    <w:abstractNumId w:val="24"/>
  </w:num>
  <w:num w:numId="32">
    <w:abstractNumId w:val="7"/>
  </w:num>
  <w:num w:numId="33">
    <w:abstractNumId w:val="16"/>
  </w:num>
  <w:num w:numId="34">
    <w:abstractNumId w:val="29"/>
  </w:num>
  <w:num w:numId="35">
    <w:abstractNumId w:val="6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35A2"/>
    <w:rsid w:val="0000641C"/>
    <w:rsid w:val="0000671F"/>
    <w:rsid w:val="0001245B"/>
    <w:rsid w:val="00012B14"/>
    <w:rsid w:val="000136F8"/>
    <w:rsid w:val="000148E6"/>
    <w:rsid w:val="00017DDE"/>
    <w:rsid w:val="00020BEE"/>
    <w:rsid w:val="000212C1"/>
    <w:rsid w:val="00021B3C"/>
    <w:rsid w:val="0002351D"/>
    <w:rsid w:val="00031D9F"/>
    <w:rsid w:val="000343DA"/>
    <w:rsid w:val="00040B1D"/>
    <w:rsid w:val="00042586"/>
    <w:rsid w:val="00045390"/>
    <w:rsid w:val="000509D2"/>
    <w:rsid w:val="000533BC"/>
    <w:rsid w:val="00055762"/>
    <w:rsid w:val="00064E24"/>
    <w:rsid w:val="00066F16"/>
    <w:rsid w:val="0007268A"/>
    <w:rsid w:val="00080D83"/>
    <w:rsid w:val="0008216A"/>
    <w:rsid w:val="0008297A"/>
    <w:rsid w:val="000842BB"/>
    <w:rsid w:val="00084F0E"/>
    <w:rsid w:val="000A0367"/>
    <w:rsid w:val="000A5CA0"/>
    <w:rsid w:val="000B4542"/>
    <w:rsid w:val="000B5E1F"/>
    <w:rsid w:val="000B6DF9"/>
    <w:rsid w:val="000C7609"/>
    <w:rsid w:val="000C7A03"/>
    <w:rsid w:val="000D2806"/>
    <w:rsid w:val="000D283E"/>
    <w:rsid w:val="000E317A"/>
    <w:rsid w:val="000E4A68"/>
    <w:rsid w:val="000E6854"/>
    <w:rsid w:val="000E6FB9"/>
    <w:rsid w:val="000F3AB6"/>
    <w:rsid w:val="000F3C7E"/>
    <w:rsid w:val="000F55B0"/>
    <w:rsid w:val="000F62AD"/>
    <w:rsid w:val="000F79AF"/>
    <w:rsid w:val="001019ED"/>
    <w:rsid w:val="001023B0"/>
    <w:rsid w:val="00103E89"/>
    <w:rsid w:val="00105C85"/>
    <w:rsid w:val="00106262"/>
    <w:rsid w:val="001101EB"/>
    <w:rsid w:val="00112A37"/>
    <w:rsid w:val="00114FDF"/>
    <w:rsid w:val="00116A52"/>
    <w:rsid w:val="00124033"/>
    <w:rsid w:val="00124D4A"/>
    <w:rsid w:val="001270C1"/>
    <w:rsid w:val="00130B23"/>
    <w:rsid w:val="0016043E"/>
    <w:rsid w:val="001607E1"/>
    <w:rsid w:val="00162F5B"/>
    <w:rsid w:val="00164298"/>
    <w:rsid w:val="00164D8E"/>
    <w:rsid w:val="00176A6A"/>
    <w:rsid w:val="001841C7"/>
    <w:rsid w:val="00184659"/>
    <w:rsid w:val="0018764C"/>
    <w:rsid w:val="00192EB5"/>
    <w:rsid w:val="0019518B"/>
    <w:rsid w:val="001967D1"/>
    <w:rsid w:val="00196928"/>
    <w:rsid w:val="001A0941"/>
    <w:rsid w:val="001A2847"/>
    <w:rsid w:val="001A4192"/>
    <w:rsid w:val="001B210F"/>
    <w:rsid w:val="001B3F99"/>
    <w:rsid w:val="001C096F"/>
    <w:rsid w:val="001C1D42"/>
    <w:rsid w:val="001C334D"/>
    <w:rsid w:val="001C48DB"/>
    <w:rsid w:val="001D0BFE"/>
    <w:rsid w:val="001D3F20"/>
    <w:rsid w:val="001D5154"/>
    <w:rsid w:val="001E33D2"/>
    <w:rsid w:val="001F2A61"/>
    <w:rsid w:val="002048D5"/>
    <w:rsid w:val="00206056"/>
    <w:rsid w:val="0020749F"/>
    <w:rsid w:val="00214558"/>
    <w:rsid w:val="00214647"/>
    <w:rsid w:val="002153A9"/>
    <w:rsid w:val="002166D1"/>
    <w:rsid w:val="00216FCE"/>
    <w:rsid w:val="00220780"/>
    <w:rsid w:val="00225C9F"/>
    <w:rsid w:val="00233133"/>
    <w:rsid w:val="00237E65"/>
    <w:rsid w:val="00240C33"/>
    <w:rsid w:val="002417B3"/>
    <w:rsid w:val="00241C1F"/>
    <w:rsid w:val="002525E6"/>
    <w:rsid w:val="002542FA"/>
    <w:rsid w:val="0025553F"/>
    <w:rsid w:val="0025693C"/>
    <w:rsid w:val="00257A64"/>
    <w:rsid w:val="00257C93"/>
    <w:rsid w:val="00262762"/>
    <w:rsid w:val="00263B43"/>
    <w:rsid w:val="002678EE"/>
    <w:rsid w:val="00272308"/>
    <w:rsid w:val="00274292"/>
    <w:rsid w:val="002823EF"/>
    <w:rsid w:val="00283FEB"/>
    <w:rsid w:val="00284C58"/>
    <w:rsid w:val="00284FD4"/>
    <w:rsid w:val="0028793F"/>
    <w:rsid w:val="00287B14"/>
    <w:rsid w:val="0029156B"/>
    <w:rsid w:val="002A2506"/>
    <w:rsid w:val="002A3312"/>
    <w:rsid w:val="002A6396"/>
    <w:rsid w:val="002A7735"/>
    <w:rsid w:val="002B0C92"/>
    <w:rsid w:val="002B4053"/>
    <w:rsid w:val="002B5225"/>
    <w:rsid w:val="002C1580"/>
    <w:rsid w:val="002C1BF1"/>
    <w:rsid w:val="002C3605"/>
    <w:rsid w:val="002C49D7"/>
    <w:rsid w:val="002C6347"/>
    <w:rsid w:val="002D32C2"/>
    <w:rsid w:val="002D627B"/>
    <w:rsid w:val="002E1A3D"/>
    <w:rsid w:val="002E305E"/>
    <w:rsid w:val="002E3CEB"/>
    <w:rsid w:val="002E401B"/>
    <w:rsid w:val="002E52D3"/>
    <w:rsid w:val="002E73C8"/>
    <w:rsid w:val="002F60DC"/>
    <w:rsid w:val="00301CE4"/>
    <w:rsid w:val="00313D31"/>
    <w:rsid w:val="003163EF"/>
    <w:rsid w:val="00320AAC"/>
    <w:rsid w:val="00332260"/>
    <w:rsid w:val="00340FEF"/>
    <w:rsid w:val="0034464F"/>
    <w:rsid w:val="003468BB"/>
    <w:rsid w:val="0036135C"/>
    <w:rsid w:val="00362E03"/>
    <w:rsid w:val="00363B62"/>
    <w:rsid w:val="003649DB"/>
    <w:rsid w:val="00365378"/>
    <w:rsid w:val="00365820"/>
    <w:rsid w:val="00371DC9"/>
    <w:rsid w:val="0037583C"/>
    <w:rsid w:val="00377D4A"/>
    <w:rsid w:val="00382A65"/>
    <w:rsid w:val="003A26B6"/>
    <w:rsid w:val="003A6401"/>
    <w:rsid w:val="003B0CDA"/>
    <w:rsid w:val="003B25B4"/>
    <w:rsid w:val="003B2DDE"/>
    <w:rsid w:val="003B3CE7"/>
    <w:rsid w:val="003B44AF"/>
    <w:rsid w:val="003B56E2"/>
    <w:rsid w:val="003B6807"/>
    <w:rsid w:val="003B7DE1"/>
    <w:rsid w:val="003C40C9"/>
    <w:rsid w:val="003C4C63"/>
    <w:rsid w:val="003D5752"/>
    <w:rsid w:val="003D758D"/>
    <w:rsid w:val="003E792B"/>
    <w:rsid w:val="003F24B7"/>
    <w:rsid w:val="003F2677"/>
    <w:rsid w:val="003F5C92"/>
    <w:rsid w:val="003F7E61"/>
    <w:rsid w:val="0040149C"/>
    <w:rsid w:val="00401D6C"/>
    <w:rsid w:val="00406CD2"/>
    <w:rsid w:val="00407055"/>
    <w:rsid w:val="00407581"/>
    <w:rsid w:val="00407686"/>
    <w:rsid w:val="004126DD"/>
    <w:rsid w:val="00413DA5"/>
    <w:rsid w:val="00414478"/>
    <w:rsid w:val="0041614A"/>
    <w:rsid w:val="00417015"/>
    <w:rsid w:val="00417712"/>
    <w:rsid w:val="00425C3B"/>
    <w:rsid w:val="00430173"/>
    <w:rsid w:val="0043384A"/>
    <w:rsid w:val="00440F23"/>
    <w:rsid w:val="00442165"/>
    <w:rsid w:val="004479B9"/>
    <w:rsid w:val="00450F31"/>
    <w:rsid w:val="004557AD"/>
    <w:rsid w:val="004571DA"/>
    <w:rsid w:val="00457AFA"/>
    <w:rsid w:val="004607B3"/>
    <w:rsid w:val="004635DB"/>
    <w:rsid w:val="00463BF5"/>
    <w:rsid w:val="00467E50"/>
    <w:rsid w:val="00471887"/>
    <w:rsid w:val="004772E2"/>
    <w:rsid w:val="00481878"/>
    <w:rsid w:val="00484A15"/>
    <w:rsid w:val="00492BD3"/>
    <w:rsid w:val="0049335E"/>
    <w:rsid w:val="0049608F"/>
    <w:rsid w:val="0049670A"/>
    <w:rsid w:val="0049749C"/>
    <w:rsid w:val="004A1492"/>
    <w:rsid w:val="004A1631"/>
    <w:rsid w:val="004A40D0"/>
    <w:rsid w:val="004A4B5E"/>
    <w:rsid w:val="004A5851"/>
    <w:rsid w:val="004B16BE"/>
    <w:rsid w:val="004B28B2"/>
    <w:rsid w:val="004B6030"/>
    <w:rsid w:val="004C0899"/>
    <w:rsid w:val="004C0C40"/>
    <w:rsid w:val="004C3840"/>
    <w:rsid w:val="004C6304"/>
    <w:rsid w:val="004C7B56"/>
    <w:rsid w:val="004D0B4B"/>
    <w:rsid w:val="004D79F8"/>
    <w:rsid w:val="004E658F"/>
    <w:rsid w:val="004F1777"/>
    <w:rsid w:val="004F1AA2"/>
    <w:rsid w:val="004F1FE8"/>
    <w:rsid w:val="004F236D"/>
    <w:rsid w:val="004F5645"/>
    <w:rsid w:val="00502DE6"/>
    <w:rsid w:val="00503405"/>
    <w:rsid w:val="00504660"/>
    <w:rsid w:val="00511ADF"/>
    <w:rsid w:val="005153D5"/>
    <w:rsid w:val="00516F6B"/>
    <w:rsid w:val="0051707C"/>
    <w:rsid w:val="00523DCF"/>
    <w:rsid w:val="00526709"/>
    <w:rsid w:val="0053393E"/>
    <w:rsid w:val="005355E7"/>
    <w:rsid w:val="00536971"/>
    <w:rsid w:val="005423CF"/>
    <w:rsid w:val="00546F00"/>
    <w:rsid w:val="005476B2"/>
    <w:rsid w:val="0055306D"/>
    <w:rsid w:val="00555CBF"/>
    <w:rsid w:val="005608AE"/>
    <w:rsid w:val="00563B6C"/>
    <w:rsid w:val="0056402E"/>
    <w:rsid w:val="005671A4"/>
    <w:rsid w:val="00570D29"/>
    <w:rsid w:val="005760A9"/>
    <w:rsid w:val="0057749D"/>
    <w:rsid w:val="005821E2"/>
    <w:rsid w:val="00585008"/>
    <w:rsid w:val="00585B5E"/>
    <w:rsid w:val="00594464"/>
    <w:rsid w:val="005A09EC"/>
    <w:rsid w:val="005B08CC"/>
    <w:rsid w:val="005B70EB"/>
    <w:rsid w:val="005C02DB"/>
    <w:rsid w:val="005C21F2"/>
    <w:rsid w:val="005C31B8"/>
    <w:rsid w:val="005C4EF0"/>
    <w:rsid w:val="005C5A25"/>
    <w:rsid w:val="005C7F8B"/>
    <w:rsid w:val="005D3B02"/>
    <w:rsid w:val="005D7011"/>
    <w:rsid w:val="005E0AAE"/>
    <w:rsid w:val="005E0D6D"/>
    <w:rsid w:val="005E644C"/>
    <w:rsid w:val="005F1050"/>
    <w:rsid w:val="005F66A6"/>
    <w:rsid w:val="0060377A"/>
    <w:rsid w:val="00604578"/>
    <w:rsid w:val="0061084C"/>
    <w:rsid w:val="00611142"/>
    <w:rsid w:val="006171DC"/>
    <w:rsid w:val="00622781"/>
    <w:rsid w:val="00625093"/>
    <w:rsid w:val="006263A6"/>
    <w:rsid w:val="006268B6"/>
    <w:rsid w:val="00636FEF"/>
    <w:rsid w:val="006403CB"/>
    <w:rsid w:val="00640BFF"/>
    <w:rsid w:val="00641723"/>
    <w:rsid w:val="00643B3B"/>
    <w:rsid w:val="00646977"/>
    <w:rsid w:val="00654863"/>
    <w:rsid w:val="006553B3"/>
    <w:rsid w:val="00660E7B"/>
    <w:rsid w:val="006610C9"/>
    <w:rsid w:val="006672EF"/>
    <w:rsid w:val="0067467F"/>
    <w:rsid w:val="00677714"/>
    <w:rsid w:val="0068081A"/>
    <w:rsid w:val="006844E6"/>
    <w:rsid w:val="006866B8"/>
    <w:rsid w:val="00686DC6"/>
    <w:rsid w:val="00687380"/>
    <w:rsid w:val="00695C8D"/>
    <w:rsid w:val="00696222"/>
    <w:rsid w:val="00697D10"/>
    <w:rsid w:val="006A1046"/>
    <w:rsid w:val="006A3A09"/>
    <w:rsid w:val="006A756B"/>
    <w:rsid w:val="006B2716"/>
    <w:rsid w:val="006B2CE6"/>
    <w:rsid w:val="006B4AAC"/>
    <w:rsid w:val="006B68EE"/>
    <w:rsid w:val="006B7417"/>
    <w:rsid w:val="006C0000"/>
    <w:rsid w:val="006C2A1E"/>
    <w:rsid w:val="006C57FF"/>
    <w:rsid w:val="006C6D13"/>
    <w:rsid w:val="006D5F2D"/>
    <w:rsid w:val="006E12A4"/>
    <w:rsid w:val="006E5ED0"/>
    <w:rsid w:val="006E7430"/>
    <w:rsid w:val="006E76BA"/>
    <w:rsid w:val="006F055F"/>
    <w:rsid w:val="006F204C"/>
    <w:rsid w:val="006F209E"/>
    <w:rsid w:val="006F45C2"/>
    <w:rsid w:val="006F720D"/>
    <w:rsid w:val="007036DF"/>
    <w:rsid w:val="00703E0C"/>
    <w:rsid w:val="00710010"/>
    <w:rsid w:val="00717204"/>
    <w:rsid w:val="0072165A"/>
    <w:rsid w:val="00723275"/>
    <w:rsid w:val="00724485"/>
    <w:rsid w:val="00724FC5"/>
    <w:rsid w:val="00726E64"/>
    <w:rsid w:val="007306FB"/>
    <w:rsid w:val="007412FC"/>
    <w:rsid w:val="00741FDB"/>
    <w:rsid w:val="00745D18"/>
    <w:rsid w:val="007517E9"/>
    <w:rsid w:val="007544F2"/>
    <w:rsid w:val="007556D7"/>
    <w:rsid w:val="0076137B"/>
    <w:rsid w:val="00763731"/>
    <w:rsid w:val="0077073E"/>
    <w:rsid w:val="00776530"/>
    <w:rsid w:val="0078147B"/>
    <w:rsid w:val="00784B4B"/>
    <w:rsid w:val="00786682"/>
    <w:rsid w:val="00792591"/>
    <w:rsid w:val="00792CE7"/>
    <w:rsid w:val="007A5503"/>
    <w:rsid w:val="007A6664"/>
    <w:rsid w:val="007A7DCE"/>
    <w:rsid w:val="007B2E96"/>
    <w:rsid w:val="007B304C"/>
    <w:rsid w:val="007D1EDD"/>
    <w:rsid w:val="007D40D4"/>
    <w:rsid w:val="007E0C12"/>
    <w:rsid w:val="007E1B19"/>
    <w:rsid w:val="007E4AFE"/>
    <w:rsid w:val="007F1BBF"/>
    <w:rsid w:val="007F27B1"/>
    <w:rsid w:val="007F3504"/>
    <w:rsid w:val="007F3F81"/>
    <w:rsid w:val="00811396"/>
    <w:rsid w:val="0082682D"/>
    <w:rsid w:val="00827311"/>
    <w:rsid w:val="008330ED"/>
    <w:rsid w:val="008335BF"/>
    <w:rsid w:val="00834BB4"/>
    <w:rsid w:val="00835187"/>
    <w:rsid w:val="00836AFA"/>
    <w:rsid w:val="00841DB3"/>
    <w:rsid w:val="0084348D"/>
    <w:rsid w:val="008454F5"/>
    <w:rsid w:val="0086757A"/>
    <w:rsid w:val="0087165C"/>
    <w:rsid w:val="0087740B"/>
    <w:rsid w:val="0087758B"/>
    <w:rsid w:val="00877B06"/>
    <w:rsid w:val="008827BE"/>
    <w:rsid w:val="00884837"/>
    <w:rsid w:val="008B4CA2"/>
    <w:rsid w:val="008C2168"/>
    <w:rsid w:val="008C68DA"/>
    <w:rsid w:val="008D6581"/>
    <w:rsid w:val="008E488D"/>
    <w:rsid w:val="008E7709"/>
    <w:rsid w:val="008E7F4F"/>
    <w:rsid w:val="008F0EF0"/>
    <w:rsid w:val="00902A75"/>
    <w:rsid w:val="0090341F"/>
    <w:rsid w:val="00905C3C"/>
    <w:rsid w:val="00906452"/>
    <w:rsid w:val="0091005E"/>
    <w:rsid w:val="0091061C"/>
    <w:rsid w:val="00910661"/>
    <w:rsid w:val="00916553"/>
    <w:rsid w:val="00916683"/>
    <w:rsid w:val="00920B90"/>
    <w:rsid w:val="00927477"/>
    <w:rsid w:val="00937E6F"/>
    <w:rsid w:val="00946D5A"/>
    <w:rsid w:val="009506B7"/>
    <w:rsid w:val="009559EB"/>
    <w:rsid w:val="009576E6"/>
    <w:rsid w:val="009609C5"/>
    <w:rsid w:val="009614AB"/>
    <w:rsid w:val="009639BB"/>
    <w:rsid w:val="0097016B"/>
    <w:rsid w:val="00970620"/>
    <w:rsid w:val="0097513F"/>
    <w:rsid w:val="00977D30"/>
    <w:rsid w:val="0098380C"/>
    <w:rsid w:val="009840DB"/>
    <w:rsid w:val="00984E41"/>
    <w:rsid w:val="00996934"/>
    <w:rsid w:val="009A318F"/>
    <w:rsid w:val="009A47D7"/>
    <w:rsid w:val="009C08C8"/>
    <w:rsid w:val="009C1F88"/>
    <w:rsid w:val="009C554E"/>
    <w:rsid w:val="009D06BD"/>
    <w:rsid w:val="009D2238"/>
    <w:rsid w:val="009D3019"/>
    <w:rsid w:val="009D4A94"/>
    <w:rsid w:val="009D71C1"/>
    <w:rsid w:val="009E4020"/>
    <w:rsid w:val="009E58EF"/>
    <w:rsid w:val="009F548A"/>
    <w:rsid w:val="009F5E19"/>
    <w:rsid w:val="00A04486"/>
    <w:rsid w:val="00A0584C"/>
    <w:rsid w:val="00A10D49"/>
    <w:rsid w:val="00A10E5B"/>
    <w:rsid w:val="00A13C1E"/>
    <w:rsid w:val="00A20A05"/>
    <w:rsid w:val="00A31267"/>
    <w:rsid w:val="00A32063"/>
    <w:rsid w:val="00A32486"/>
    <w:rsid w:val="00A3584E"/>
    <w:rsid w:val="00A37857"/>
    <w:rsid w:val="00A408DB"/>
    <w:rsid w:val="00A40DD3"/>
    <w:rsid w:val="00A4136F"/>
    <w:rsid w:val="00A415F1"/>
    <w:rsid w:val="00A44358"/>
    <w:rsid w:val="00A4506D"/>
    <w:rsid w:val="00A45D09"/>
    <w:rsid w:val="00A45FA5"/>
    <w:rsid w:val="00A60228"/>
    <w:rsid w:val="00A61E5F"/>
    <w:rsid w:val="00A643A5"/>
    <w:rsid w:val="00A6519E"/>
    <w:rsid w:val="00A653CA"/>
    <w:rsid w:val="00A663EC"/>
    <w:rsid w:val="00A664D5"/>
    <w:rsid w:val="00A66E9E"/>
    <w:rsid w:val="00A71C9F"/>
    <w:rsid w:val="00A7345E"/>
    <w:rsid w:val="00A7364B"/>
    <w:rsid w:val="00A75314"/>
    <w:rsid w:val="00A80DE1"/>
    <w:rsid w:val="00A8311B"/>
    <w:rsid w:val="00A84572"/>
    <w:rsid w:val="00A84C7F"/>
    <w:rsid w:val="00A85D4C"/>
    <w:rsid w:val="00A86842"/>
    <w:rsid w:val="00A90957"/>
    <w:rsid w:val="00A911EC"/>
    <w:rsid w:val="00A93DC4"/>
    <w:rsid w:val="00A945D4"/>
    <w:rsid w:val="00A9573D"/>
    <w:rsid w:val="00A95C63"/>
    <w:rsid w:val="00A95CCE"/>
    <w:rsid w:val="00AA2870"/>
    <w:rsid w:val="00AA4191"/>
    <w:rsid w:val="00AA472E"/>
    <w:rsid w:val="00AB1461"/>
    <w:rsid w:val="00AB4969"/>
    <w:rsid w:val="00AB5F2C"/>
    <w:rsid w:val="00AB7E3F"/>
    <w:rsid w:val="00AC0ECC"/>
    <w:rsid w:val="00AC1561"/>
    <w:rsid w:val="00AC17AF"/>
    <w:rsid w:val="00AC337A"/>
    <w:rsid w:val="00AC422B"/>
    <w:rsid w:val="00AC54E7"/>
    <w:rsid w:val="00AD136B"/>
    <w:rsid w:val="00AD183B"/>
    <w:rsid w:val="00AD2792"/>
    <w:rsid w:val="00AD4FA7"/>
    <w:rsid w:val="00AD5222"/>
    <w:rsid w:val="00AD7195"/>
    <w:rsid w:val="00AE3866"/>
    <w:rsid w:val="00AE6B3F"/>
    <w:rsid w:val="00B01831"/>
    <w:rsid w:val="00B01F08"/>
    <w:rsid w:val="00B05F98"/>
    <w:rsid w:val="00B113A7"/>
    <w:rsid w:val="00B1211D"/>
    <w:rsid w:val="00B137EF"/>
    <w:rsid w:val="00B16E8F"/>
    <w:rsid w:val="00B221AF"/>
    <w:rsid w:val="00B31379"/>
    <w:rsid w:val="00B322EF"/>
    <w:rsid w:val="00B3318F"/>
    <w:rsid w:val="00B33E61"/>
    <w:rsid w:val="00B34E94"/>
    <w:rsid w:val="00B36A79"/>
    <w:rsid w:val="00B3738C"/>
    <w:rsid w:val="00B40B63"/>
    <w:rsid w:val="00B4743F"/>
    <w:rsid w:val="00B4784B"/>
    <w:rsid w:val="00B53289"/>
    <w:rsid w:val="00B53C40"/>
    <w:rsid w:val="00B61160"/>
    <w:rsid w:val="00B64DF1"/>
    <w:rsid w:val="00B6709E"/>
    <w:rsid w:val="00B710DD"/>
    <w:rsid w:val="00B77815"/>
    <w:rsid w:val="00B85B92"/>
    <w:rsid w:val="00B875F3"/>
    <w:rsid w:val="00B87E18"/>
    <w:rsid w:val="00B90D1F"/>
    <w:rsid w:val="00B936DA"/>
    <w:rsid w:val="00B93A48"/>
    <w:rsid w:val="00BA2B54"/>
    <w:rsid w:val="00BB3674"/>
    <w:rsid w:val="00BB3B0C"/>
    <w:rsid w:val="00BB5C32"/>
    <w:rsid w:val="00BB63D3"/>
    <w:rsid w:val="00BB76D0"/>
    <w:rsid w:val="00BC0319"/>
    <w:rsid w:val="00BC55D2"/>
    <w:rsid w:val="00BD3E07"/>
    <w:rsid w:val="00BD4141"/>
    <w:rsid w:val="00BD5C35"/>
    <w:rsid w:val="00BE1E18"/>
    <w:rsid w:val="00BE38B4"/>
    <w:rsid w:val="00BE39AB"/>
    <w:rsid w:val="00BE45B3"/>
    <w:rsid w:val="00BF0223"/>
    <w:rsid w:val="00BF046A"/>
    <w:rsid w:val="00C010FC"/>
    <w:rsid w:val="00C0243E"/>
    <w:rsid w:val="00C03469"/>
    <w:rsid w:val="00C0486B"/>
    <w:rsid w:val="00C10C49"/>
    <w:rsid w:val="00C137EE"/>
    <w:rsid w:val="00C13D99"/>
    <w:rsid w:val="00C14759"/>
    <w:rsid w:val="00C1542F"/>
    <w:rsid w:val="00C15DCC"/>
    <w:rsid w:val="00C1737D"/>
    <w:rsid w:val="00C17748"/>
    <w:rsid w:val="00C23CA6"/>
    <w:rsid w:val="00C26A7E"/>
    <w:rsid w:val="00C314ED"/>
    <w:rsid w:val="00C32423"/>
    <w:rsid w:val="00C348AF"/>
    <w:rsid w:val="00C37AFC"/>
    <w:rsid w:val="00C40897"/>
    <w:rsid w:val="00C40E13"/>
    <w:rsid w:val="00C42470"/>
    <w:rsid w:val="00C44792"/>
    <w:rsid w:val="00C451C7"/>
    <w:rsid w:val="00C46457"/>
    <w:rsid w:val="00C4721F"/>
    <w:rsid w:val="00C50892"/>
    <w:rsid w:val="00C50D8F"/>
    <w:rsid w:val="00C52582"/>
    <w:rsid w:val="00C547C2"/>
    <w:rsid w:val="00C56006"/>
    <w:rsid w:val="00C5772E"/>
    <w:rsid w:val="00C60DF3"/>
    <w:rsid w:val="00C635B6"/>
    <w:rsid w:val="00C63915"/>
    <w:rsid w:val="00C64CF0"/>
    <w:rsid w:val="00C72DEB"/>
    <w:rsid w:val="00C735DD"/>
    <w:rsid w:val="00C767B0"/>
    <w:rsid w:val="00C772BA"/>
    <w:rsid w:val="00C7778E"/>
    <w:rsid w:val="00C805DF"/>
    <w:rsid w:val="00C83C3B"/>
    <w:rsid w:val="00C864D0"/>
    <w:rsid w:val="00C87E46"/>
    <w:rsid w:val="00C9076A"/>
    <w:rsid w:val="00CA47BD"/>
    <w:rsid w:val="00CA4E39"/>
    <w:rsid w:val="00CB002F"/>
    <w:rsid w:val="00CB1356"/>
    <w:rsid w:val="00CB1F23"/>
    <w:rsid w:val="00CB2486"/>
    <w:rsid w:val="00CC39EB"/>
    <w:rsid w:val="00CD0692"/>
    <w:rsid w:val="00CD3EB7"/>
    <w:rsid w:val="00CD5942"/>
    <w:rsid w:val="00CD5EC2"/>
    <w:rsid w:val="00CE005B"/>
    <w:rsid w:val="00CE08F4"/>
    <w:rsid w:val="00CE092C"/>
    <w:rsid w:val="00CE0D06"/>
    <w:rsid w:val="00CE0EA4"/>
    <w:rsid w:val="00CE3306"/>
    <w:rsid w:val="00CE411F"/>
    <w:rsid w:val="00CE55FC"/>
    <w:rsid w:val="00CE69AD"/>
    <w:rsid w:val="00CF4881"/>
    <w:rsid w:val="00CF5C67"/>
    <w:rsid w:val="00D006C9"/>
    <w:rsid w:val="00D0361A"/>
    <w:rsid w:val="00D03666"/>
    <w:rsid w:val="00D0570B"/>
    <w:rsid w:val="00D13300"/>
    <w:rsid w:val="00D134D5"/>
    <w:rsid w:val="00D15C2F"/>
    <w:rsid w:val="00D160EF"/>
    <w:rsid w:val="00D1790A"/>
    <w:rsid w:val="00D17BC1"/>
    <w:rsid w:val="00D33076"/>
    <w:rsid w:val="00D35AAF"/>
    <w:rsid w:val="00D37E8F"/>
    <w:rsid w:val="00D46940"/>
    <w:rsid w:val="00D50D56"/>
    <w:rsid w:val="00D51E08"/>
    <w:rsid w:val="00D5574D"/>
    <w:rsid w:val="00D562BB"/>
    <w:rsid w:val="00D5690F"/>
    <w:rsid w:val="00D6191D"/>
    <w:rsid w:val="00D667B2"/>
    <w:rsid w:val="00D7005C"/>
    <w:rsid w:val="00D7085F"/>
    <w:rsid w:val="00D7379D"/>
    <w:rsid w:val="00D80A1A"/>
    <w:rsid w:val="00D819B6"/>
    <w:rsid w:val="00D82E2C"/>
    <w:rsid w:val="00D861CF"/>
    <w:rsid w:val="00D96229"/>
    <w:rsid w:val="00D97B76"/>
    <w:rsid w:val="00DA2B84"/>
    <w:rsid w:val="00DA3AEB"/>
    <w:rsid w:val="00DA62D9"/>
    <w:rsid w:val="00DB1883"/>
    <w:rsid w:val="00DB5913"/>
    <w:rsid w:val="00DC28EB"/>
    <w:rsid w:val="00DC4042"/>
    <w:rsid w:val="00DC6B8F"/>
    <w:rsid w:val="00DD3094"/>
    <w:rsid w:val="00DE15E2"/>
    <w:rsid w:val="00DE20DE"/>
    <w:rsid w:val="00DE6A2F"/>
    <w:rsid w:val="00DF4A86"/>
    <w:rsid w:val="00DF69E4"/>
    <w:rsid w:val="00DF7F74"/>
    <w:rsid w:val="00E119C9"/>
    <w:rsid w:val="00E11F20"/>
    <w:rsid w:val="00E15DEA"/>
    <w:rsid w:val="00E21F5F"/>
    <w:rsid w:val="00E23FE4"/>
    <w:rsid w:val="00E2711F"/>
    <w:rsid w:val="00E30754"/>
    <w:rsid w:val="00E3196F"/>
    <w:rsid w:val="00E34B6D"/>
    <w:rsid w:val="00E40FD7"/>
    <w:rsid w:val="00E41308"/>
    <w:rsid w:val="00E4156E"/>
    <w:rsid w:val="00E42CAE"/>
    <w:rsid w:val="00E60EF5"/>
    <w:rsid w:val="00E624A9"/>
    <w:rsid w:val="00E66B8C"/>
    <w:rsid w:val="00E73303"/>
    <w:rsid w:val="00E74DE8"/>
    <w:rsid w:val="00E77928"/>
    <w:rsid w:val="00E817B3"/>
    <w:rsid w:val="00E82F1A"/>
    <w:rsid w:val="00E862AB"/>
    <w:rsid w:val="00E86DF3"/>
    <w:rsid w:val="00E874A4"/>
    <w:rsid w:val="00E9084D"/>
    <w:rsid w:val="00E94CB7"/>
    <w:rsid w:val="00EA2FFC"/>
    <w:rsid w:val="00EA4013"/>
    <w:rsid w:val="00EA497D"/>
    <w:rsid w:val="00EA5C16"/>
    <w:rsid w:val="00EB16F2"/>
    <w:rsid w:val="00EB1B8F"/>
    <w:rsid w:val="00EB2564"/>
    <w:rsid w:val="00EB3727"/>
    <w:rsid w:val="00EB3F52"/>
    <w:rsid w:val="00EB78A9"/>
    <w:rsid w:val="00EC027D"/>
    <w:rsid w:val="00EC0402"/>
    <w:rsid w:val="00EC132F"/>
    <w:rsid w:val="00EC580B"/>
    <w:rsid w:val="00ED5A71"/>
    <w:rsid w:val="00ED7D52"/>
    <w:rsid w:val="00EE0C8D"/>
    <w:rsid w:val="00EE1C38"/>
    <w:rsid w:val="00EE1FB4"/>
    <w:rsid w:val="00EE454C"/>
    <w:rsid w:val="00EE688E"/>
    <w:rsid w:val="00EF000D"/>
    <w:rsid w:val="00EF49ED"/>
    <w:rsid w:val="00EF5078"/>
    <w:rsid w:val="00EF55DC"/>
    <w:rsid w:val="00EF6562"/>
    <w:rsid w:val="00F01984"/>
    <w:rsid w:val="00F034D1"/>
    <w:rsid w:val="00F07CBF"/>
    <w:rsid w:val="00F113CB"/>
    <w:rsid w:val="00F11FF5"/>
    <w:rsid w:val="00F1700E"/>
    <w:rsid w:val="00F242B8"/>
    <w:rsid w:val="00F305C7"/>
    <w:rsid w:val="00F3159F"/>
    <w:rsid w:val="00F4068C"/>
    <w:rsid w:val="00F45767"/>
    <w:rsid w:val="00F50A24"/>
    <w:rsid w:val="00F50DDF"/>
    <w:rsid w:val="00F51FC2"/>
    <w:rsid w:val="00F53123"/>
    <w:rsid w:val="00F53AAA"/>
    <w:rsid w:val="00F5417B"/>
    <w:rsid w:val="00F6263D"/>
    <w:rsid w:val="00F6563B"/>
    <w:rsid w:val="00F66493"/>
    <w:rsid w:val="00F723F8"/>
    <w:rsid w:val="00F75C94"/>
    <w:rsid w:val="00F8265A"/>
    <w:rsid w:val="00F82ADF"/>
    <w:rsid w:val="00F83291"/>
    <w:rsid w:val="00F84B81"/>
    <w:rsid w:val="00FA09B4"/>
    <w:rsid w:val="00FA6F58"/>
    <w:rsid w:val="00FB21CF"/>
    <w:rsid w:val="00FB2586"/>
    <w:rsid w:val="00FC03F4"/>
    <w:rsid w:val="00FC4494"/>
    <w:rsid w:val="00FC61E5"/>
    <w:rsid w:val="00FC6F21"/>
    <w:rsid w:val="00FD197C"/>
    <w:rsid w:val="00FD46CD"/>
    <w:rsid w:val="00FE009E"/>
    <w:rsid w:val="00FF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1D71D"/>
  <w15:docId w15:val="{F05C61AF-F23C-4ABB-9E3C-89EBCB7C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B113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62F5B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53AA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B21CF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3AAA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4E24"/>
    <w:rPr>
      <w:rFonts w:ascii="Calibri" w:hAnsi="Calibri" w:cs="Times New Roman"/>
      <w:sz w:val="22"/>
      <w:szCs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56006"/>
    <w:rPr>
      <w:rFonts w:ascii="Calibri" w:hAnsi="Calibri" w:cs="Times New Roman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805DF"/>
    <w:rPr>
      <w:rFonts w:ascii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table" w:styleId="Tabela-Siatka">
    <w:name w:val="Table Grid"/>
    <w:basedOn w:val="Standardowy"/>
    <w:uiPriority w:val="99"/>
    <w:rsid w:val="00F406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6263D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rsid w:val="00FB25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163EF"/>
    <w:rPr>
      <w:rFonts w:ascii="Calibri" w:hAnsi="Calibri" w:cs="Times New Roman"/>
      <w:sz w:val="22"/>
      <w:szCs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33076"/>
    <w:rPr>
      <w:rFonts w:ascii="Calibri" w:hAnsi="Calibri"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lang w:eastAsia="en-US"/>
    </w:rPr>
  </w:style>
  <w:style w:type="paragraph" w:customStyle="1" w:styleId="UmowyIB">
    <w:name w:val="Umowy_IB"/>
    <w:basedOn w:val="Normalny"/>
    <w:link w:val="UmowyIBZnak"/>
    <w:uiPriority w:val="99"/>
    <w:rsid w:val="00A85D4C"/>
    <w:pPr>
      <w:numPr>
        <w:numId w:val="23"/>
      </w:numPr>
      <w:suppressAutoHyphens/>
      <w:spacing w:before="120" w:after="0" w:line="240" w:lineRule="auto"/>
      <w:jc w:val="both"/>
    </w:pPr>
    <w:rPr>
      <w:rFonts w:ascii="Arial" w:eastAsia="SimSun" w:hAnsi="Arial" w:cs="Arial"/>
      <w:color w:val="000000"/>
      <w:sz w:val="20"/>
      <w:szCs w:val="20"/>
      <w:lang w:eastAsia="pl-PL"/>
    </w:rPr>
  </w:style>
  <w:style w:type="character" w:customStyle="1" w:styleId="UmowyIBZnak">
    <w:name w:val="Umowy_IB Znak"/>
    <w:basedOn w:val="Domylnaczcionkaakapitu"/>
    <w:link w:val="UmowyIB"/>
    <w:uiPriority w:val="99"/>
    <w:locked/>
    <w:rsid w:val="00A85D4C"/>
    <w:rPr>
      <w:rFonts w:ascii="Arial" w:eastAsia="SimSun" w:hAnsi="Arial" w:cs="Arial"/>
      <w:color w:val="000000"/>
      <w:lang w:val="pl-PL" w:eastAsia="pl-PL" w:bidi="ar-SA"/>
    </w:rPr>
  </w:style>
  <w:style w:type="paragraph" w:customStyle="1" w:styleId="Standard">
    <w:name w:val="Standard"/>
    <w:uiPriority w:val="99"/>
    <w:rsid w:val="00EA2FF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CMSHeadL7">
    <w:name w:val="CMS Head L7"/>
    <w:basedOn w:val="Normalny"/>
    <w:uiPriority w:val="99"/>
    <w:rsid w:val="00EA2FFC"/>
    <w:pPr>
      <w:numPr>
        <w:ilvl w:val="6"/>
        <w:numId w:val="27"/>
      </w:numPr>
      <w:spacing w:after="240" w:line="240" w:lineRule="auto"/>
      <w:outlineLvl w:val="6"/>
    </w:pPr>
    <w:rPr>
      <w:rFonts w:ascii="Times New Roman" w:hAnsi="Times New Roman"/>
      <w:szCs w:val="24"/>
      <w:lang w:val="en-GB"/>
    </w:rPr>
  </w:style>
  <w:style w:type="paragraph" w:styleId="NormalnyWeb">
    <w:name w:val="Normal (Web)"/>
    <w:basedOn w:val="Normalny"/>
    <w:uiPriority w:val="99"/>
    <w:locked/>
    <w:rsid w:val="00687380"/>
    <w:pPr>
      <w:widowControl w:val="0"/>
      <w:suppressAutoHyphens/>
      <w:autoSpaceDN w:val="0"/>
      <w:spacing w:before="280" w:after="119" w:line="240" w:lineRule="auto"/>
    </w:pPr>
    <w:rPr>
      <w:rFonts w:ascii="Times New Roman" w:hAnsi="Times New Roman" w:cs="Tahoma"/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locked/>
    <w:rsid w:val="00687380"/>
    <w:pPr>
      <w:spacing w:after="120" w:line="480" w:lineRule="auto"/>
    </w:pPr>
    <w:rPr>
      <w:rFonts w:ascii="Arial" w:hAnsi="Arial"/>
      <w:sz w:val="24"/>
      <w:szCs w:val="20"/>
      <w:lang w:eastAsia="pl-PL"/>
    </w:rPr>
  </w:style>
  <w:style w:type="character" w:customStyle="1" w:styleId="BodyText2Char">
    <w:name w:val="Body Text 2 Char"/>
    <w:basedOn w:val="Domylnaczcionkaakapitu"/>
    <w:uiPriority w:val="99"/>
    <w:semiHidden/>
    <w:locked/>
    <w:rsid w:val="005821E2"/>
    <w:rPr>
      <w:rFonts w:ascii="Calibri" w:hAnsi="Calibri" w:cs="Times New Roman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687380"/>
    <w:rPr>
      <w:rFonts w:ascii="Arial" w:hAnsi="Arial"/>
      <w:sz w:val="24"/>
    </w:rPr>
  </w:style>
  <w:style w:type="paragraph" w:customStyle="1" w:styleId="Akapitzlist1">
    <w:name w:val="Akapit z listą1"/>
    <w:basedOn w:val="Normalny"/>
    <w:uiPriority w:val="99"/>
    <w:rsid w:val="002E4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3</TotalTime>
  <Pages>3</Pages>
  <Words>264</Words>
  <Characters>1588</Characters>
  <Application>Microsoft Office Word</Application>
  <DocSecurity>0</DocSecurity>
  <Lines>13</Lines>
  <Paragraphs>3</Paragraphs>
  <ScaleCrop>false</ScaleCrop>
  <Company>UMWP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ZLECENIA</dc:title>
  <dc:subject/>
  <dc:creator>PB</dc:creator>
  <cp:keywords/>
  <dc:description/>
  <cp:lastModifiedBy>Administracja2</cp:lastModifiedBy>
  <cp:revision>3</cp:revision>
  <cp:lastPrinted>2018-04-17T08:43:00Z</cp:lastPrinted>
  <dcterms:created xsi:type="dcterms:W3CDTF">2025-02-07T14:16:00Z</dcterms:created>
  <dcterms:modified xsi:type="dcterms:W3CDTF">2026-01-23T14:26:00Z</dcterms:modified>
</cp:coreProperties>
</file>